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28" w:rsidRDefault="00DE55EA">
      <w:r>
        <w:rPr>
          <w:noProof/>
        </w:rPr>
        <w:pict>
          <v:group id="_x0000_s1026" style="position:absolute;margin-left:3pt;margin-top:-14.7pt;width:537.75pt;height:63pt;z-index:251658240" coordorigin="753,555" coordsize="10152,1260">
            <v:group id="_x0000_s1027" style="position:absolute;left:1410;top:555;width:9495;height:1260" coordorigin="1410,555" coordsize="9495,1260">
              <v:rect id="_x0000_s1028" style="position:absolute;left:1410;top:555;width:9495;height:1260" filled="f" stroked="f">
                <v:textbox style="mso-next-textbox:#_x0000_s1028">
                  <w:txbxContent>
                    <w:p w:rsidR="004A1C66" w:rsidRPr="0021511C" w:rsidRDefault="004A1C66" w:rsidP="008D1D28">
                      <w:pPr>
                        <w:tabs>
                          <w:tab w:val="right" w:pos="5580"/>
                          <w:tab w:val="right" w:pos="972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Name: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fldSimple w:instr=" FILENAME   \* MERGEFORMAT ">
                        <w:r w:rsidR="000652A4" w:rsidRPr="000652A4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HW96</w:t>
                        </w:r>
                        <w:r w:rsidR="000652A4">
                          <w:rPr>
                            <w:noProof/>
                          </w:rPr>
                          <w:t>_AAS+HL</w:t>
                        </w:r>
                      </w:fldSimple>
                    </w:p>
                    <w:p w:rsidR="004A1C66" w:rsidRPr="00311F19" w:rsidRDefault="004A1C66" w:rsidP="004A1C66">
                      <w:pPr>
                        <w:pStyle w:val="Header"/>
                        <w:tabs>
                          <w:tab w:val="right" w:pos="2430"/>
                          <w:tab w:val="right" w:pos="4680"/>
                        </w:tabs>
                        <w:spacing w:after="0" w:line="240" w:lineRule="auto"/>
                        <w:rPr>
                          <w:rFonts w:ascii="Times New Roman" w:hAnsi="Times New Roman"/>
                          <w:i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Mr. Tiénou-Gustafson</w:t>
                      </w:r>
                      <w:r w:rsidR="008D1D28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&amp;</w:t>
                      </w:r>
                      <w:r w:rsidR="00674044"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 Mr. Bielmeier</w:t>
                      </w:r>
                    </w:p>
                    <w:p w:rsidR="004A1C66" w:rsidRPr="0021511C" w:rsidRDefault="004A1C66" w:rsidP="004A1C66">
                      <w:pPr>
                        <w:pStyle w:val="Header"/>
                        <w:tabs>
                          <w:tab w:val="clear" w:pos="4680"/>
                          <w:tab w:val="right" w:pos="2790"/>
                        </w:tabs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Geometry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Period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:rsidR="004A1C66" w:rsidRPr="0021511C" w:rsidRDefault="004A1C66" w:rsidP="004A1C66">
                      <w:pPr>
                        <w:tabs>
                          <w:tab w:val="right" w:pos="2790"/>
                        </w:tabs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Due Date: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0652A4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Fri, 6 Feb 2015</w:t>
                      </w:r>
                      <w:r w:rsidRPr="0021511C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</w:txbxContent>
                </v:textbox>
              </v:rect>
              <v:roundrect id="_x0000_s1029" style="position:absolute;left:8985;top:900;width:1755;height:780" arcsize="10923f">
                <v:shadow on="t"/>
                <v:textbox style="mso-next-textbox:#_x0000_s1029" inset=",0,,0">
                  <w:txbxContent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>Geometry</w:t>
                      </w:r>
                    </w:p>
                    <w:p w:rsidR="004A1C66" w:rsidRPr="001B09FE" w:rsidRDefault="004A1C66" w:rsidP="004A1C6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 w:rsidRPr="001B09FE">
                        <w:rPr>
                          <w:rFonts w:ascii="Arial Black" w:hAnsi="Arial Black"/>
                          <w:b/>
                        </w:rPr>
                        <w:t>Homework</w:t>
                      </w:r>
                    </w:p>
                  </w:txbxContent>
                </v:textbox>
              </v:roundrect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53;top:672;width:756;height:1008">
              <v:imagedata r:id="rId7" o:title="El Mate Vive"/>
            </v:shape>
          </v:group>
        </w:pict>
      </w:r>
    </w:p>
    <w:p w:rsidR="008D1D28" w:rsidRDefault="008D1D28"/>
    <w:p w:rsidR="004A1C66" w:rsidRDefault="004A1C66"/>
    <w:p w:rsidR="004A1C66" w:rsidRDefault="004A1C66"/>
    <w:p w:rsidR="000652A4" w:rsidRDefault="000652A4" w:rsidP="000652A4">
      <w:pPr>
        <w:rPr>
          <w:b/>
        </w:rPr>
      </w:pPr>
      <w:r>
        <w:rPr>
          <w:b/>
          <w:u w:val="single"/>
        </w:rPr>
        <w:t>I. PROOFS</w:t>
      </w:r>
      <w:r w:rsidRPr="000652A4">
        <w:rPr>
          <w:b/>
        </w:rPr>
        <w:t xml:space="preserve"> ~ </w:t>
      </w:r>
      <w:r w:rsidRPr="00B06428">
        <w:rPr>
          <w:b/>
          <w:u w:val="single"/>
        </w:rPr>
        <w:t>Directions</w:t>
      </w:r>
      <w:r w:rsidRPr="00B06428">
        <w:rPr>
          <w:b/>
        </w:rPr>
        <w:t>: Use</w:t>
      </w:r>
      <w:r>
        <w:rPr>
          <w:b/>
        </w:rPr>
        <w:t xml:space="preserve"> A</w:t>
      </w:r>
      <w:r w:rsidRPr="00B06428">
        <w:rPr>
          <w:b/>
        </w:rPr>
        <w:t xml:space="preserve"> T-chart proof </w:t>
      </w:r>
      <w:proofErr w:type="gramStart"/>
      <w:r w:rsidRPr="00B06428">
        <w:rPr>
          <w:b/>
        </w:rPr>
        <w:t>(</w:t>
      </w:r>
      <w:r w:rsidRPr="00B06428">
        <w:rPr>
          <w:b/>
          <w:u w:val="single"/>
        </w:rPr>
        <w:t xml:space="preserve"> statement</w:t>
      </w:r>
      <w:proofErr w:type="gramEnd"/>
      <w:r w:rsidRPr="00B06428">
        <w:rPr>
          <w:b/>
          <w:u w:val="single"/>
        </w:rPr>
        <w:t xml:space="preserve"> | reason </w:t>
      </w:r>
      <w:r w:rsidRPr="00B06428">
        <w:rPr>
          <w:b/>
        </w:rPr>
        <w:t xml:space="preserve"> OR </w:t>
      </w:r>
      <w:r w:rsidRPr="00B06428">
        <w:rPr>
          <w:b/>
          <w:u w:val="single"/>
        </w:rPr>
        <w:t xml:space="preserve"> S | R </w:t>
      </w:r>
      <w:r w:rsidRPr="00B06428">
        <w:rPr>
          <w:b/>
        </w:rPr>
        <w:t xml:space="preserve">) to justify which triangles are congruent. </w:t>
      </w:r>
      <w:r>
        <w:rPr>
          <w:b/>
        </w:rPr>
        <w:br/>
        <w:t>You must COLOR-CODE the angles or sides that you are using to make your proof.</w:t>
      </w:r>
    </w:p>
    <w:p w:rsidR="000652A4" w:rsidRPr="00B06428" w:rsidRDefault="000652A4" w:rsidP="000652A4">
      <w:pPr>
        <w:rPr>
          <w:b/>
        </w:rPr>
      </w:pPr>
    </w:p>
    <w:tbl>
      <w:tblPr>
        <w:tblStyle w:val="TableGrid"/>
        <w:tblpPr w:leftFromText="180" w:rightFromText="180" w:vertAnchor="text" w:horzAnchor="margin" w:tblpXSpec="right" w:tblpY="1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208"/>
        <w:gridCol w:w="3740"/>
      </w:tblGrid>
      <w:tr w:rsidR="000652A4" w:rsidRPr="009F493A" w:rsidTr="006C0B55">
        <w:tc>
          <w:tcPr>
            <w:tcW w:w="3208" w:type="dxa"/>
          </w:tcPr>
          <w:p w:rsidR="000652A4" w:rsidRPr="009F493A" w:rsidRDefault="000652A4" w:rsidP="006C0B55">
            <w:pPr>
              <w:jc w:val="center"/>
              <w:rPr>
                <w:b/>
                <w:sz w:val="24"/>
              </w:rPr>
            </w:pPr>
            <w:r w:rsidRPr="009F493A">
              <w:rPr>
                <w:b/>
                <w:sz w:val="24"/>
              </w:rPr>
              <w:t>Statement</w:t>
            </w:r>
          </w:p>
        </w:tc>
        <w:tc>
          <w:tcPr>
            <w:tcW w:w="3740" w:type="dxa"/>
          </w:tcPr>
          <w:p w:rsidR="000652A4" w:rsidRPr="009F493A" w:rsidRDefault="000652A4" w:rsidP="006C0B55">
            <w:pPr>
              <w:jc w:val="center"/>
              <w:rPr>
                <w:b/>
                <w:sz w:val="24"/>
              </w:rPr>
            </w:pPr>
            <w:r w:rsidRPr="009F493A">
              <w:rPr>
                <w:b/>
                <w:sz w:val="24"/>
              </w:rPr>
              <w:t>Reason</w:t>
            </w:r>
          </w:p>
        </w:tc>
      </w:tr>
      <w:tr w:rsidR="000652A4" w:rsidRPr="00777179" w:rsidTr="006C0B55">
        <w:tc>
          <w:tcPr>
            <w:tcW w:w="3208" w:type="dxa"/>
          </w:tcPr>
          <w:p w:rsidR="000652A4" w:rsidRDefault="000652A4" w:rsidP="006C0B55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 xml:space="preserve">1.  </w:t>
            </w:r>
            <w:r>
              <w:rPr>
                <w:sz w:val="24"/>
              </w:rPr>
              <w:sym w:font="Symbol" w:char="F0D0"/>
            </w:r>
            <w:r>
              <w:rPr>
                <w:sz w:val="24"/>
              </w:rPr>
              <w:t xml:space="preserve">CAB </w:t>
            </w:r>
            <w:r>
              <w:rPr>
                <w:sz w:val="24"/>
              </w:rPr>
              <w:sym w:font="Symbol" w:char="F040"/>
            </w:r>
          </w:p>
          <w:p w:rsidR="000652A4" w:rsidRDefault="000652A4" w:rsidP="006C0B55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sz w:val="24"/>
              </w:rPr>
              <w:sym w:font="Symbol" w:char="F0D0"/>
            </w:r>
            <m:oMath>
              <m:r>
                <w:rPr>
                  <w:rFonts w:ascii="Cambria Math" w:hAnsi="Cambria Math"/>
                  <w:sz w:val="24"/>
                </w:rPr>
                <m:t xml:space="preserve"> </m:t>
              </m:r>
            </m:oMath>
          </w:p>
          <w:p w:rsidR="000652A4" w:rsidRDefault="000652A4" w:rsidP="006C0B55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barPr>
                <m:e/>
              </m:bar>
            </m:oMath>
            <w:r>
              <w:rPr>
                <w:rFonts w:eastAsiaTheme="minorEastAsia"/>
                <w:sz w:val="24"/>
              </w:rPr>
              <w:t xml:space="preserve">  </w:t>
            </w:r>
            <w:r>
              <w:rPr>
                <w:sz w:val="24"/>
              </w:rPr>
              <w:sym w:font="Symbol" w:char="F040"/>
            </w:r>
          </w:p>
          <w:p w:rsidR="000652A4" w:rsidRPr="00777179" w:rsidRDefault="000652A4" w:rsidP="006C0B55">
            <w:pPr>
              <w:rPr>
                <w:sz w:val="24"/>
              </w:rPr>
            </w:pPr>
            <w:r>
              <w:rPr>
                <w:sz w:val="24"/>
              </w:rPr>
              <w:t xml:space="preserve">4.  </w:t>
            </w:r>
            <w:r>
              <w:rPr>
                <w:rFonts w:ascii="Arial" w:hAnsi="Arial" w:cs="Arial"/>
                <w:sz w:val="24"/>
              </w:rPr>
              <w:t>∆</w:t>
            </w:r>
            <w:r>
              <w:rPr>
                <w:sz w:val="24"/>
              </w:rPr>
              <w:t xml:space="preserve"> __________  </w:t>
            </w:r>
            <w:r>
              <w:rPr>
                <w:sz w:val="24"/>
              </w:rPr>
              <w:sym w:font="Symbol" w:char="F040"/>
            </w:r>
            <w:r>
              <w:rPr>
                <w:sz w:val="24"/>
              </w:rPr>
              <w:t xml:space="preserve">   </w:t>
            </w:r>
            <w:r>
              <w:rPr>
                <w:rFonts w:ascii="Arial" w:hAnsi="Arial" w:cs="Arial"/>
                <w:sz w:val="24"/>
              </w:rPr>
              <w:t>∆</w:t>
            </w:r>
            <w:r>
              <w:rPr>
                <w:sz w:val="24"/>
              </w:rPr>
              <w:t xml:space="preserve"> __________</w:t>
            </w:r>
          </w:p>
        </w:tc>
        <w:tc>
          <w:tcPr>
            <w:tcW w:w="3740" w:type="dxa"/>
          </w:tcPr>
          <w:p w:rsidR="000652A4" w:rsidRDefault="000652A4" w:rsidP="006C0B55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</w:p>
          <w:p w:rsidR="000652A4" w:rsidRDefault="000652A4" w:rsidP="006C0B55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</w:p>
          <w:p w:rsidR="000652A4" w:rsidRDefault="000652A4" w:rsidP="006C0B55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</w:p>
          <w:p w:rsidR="000652A4" w:rsidRPr="00777179" w:rsidRDefault="000652A4" w:rsidP="006C0B55">
            <w:pPr>
              <w:rPr>
                <w:sz w:val="24"/>
              </w:rPr>
            </w:pPr>
            <w:r>
              <w:rPr>
                <w:sz w:val="24"/>
              </w:rPr>
              <w:t>4.  ___ ___ ___</w:t>
            </w:r>
          </w:p>
        </w:tc>
      </w:tr>
    </w:tbl>
    <w:p w:rsidR="000652A4" w:rsidRPr="000652A4" w:rsidRDefault="00DE55EA" w:rsidP="000652A4">
      <w:pPr>
        <w:rPr>
          <w:b/>
        </w:rPr>
      </w:pPr>
      <w:r w:rsidRPr="00DE55EA">
        <w:rPr>
          <w:bCs/>
          <w:noProof/>
        </w:rPr>
        <w:pict>
          <v:group id="_x0000_s1043" style="position:absolute;margin-left:-.8pt;margin-top:7.15pt;width:169.85pt;height:93.95pt;z-index:251672576;mso-position-horizontal-relative:text;mso-position-vertical-relative:text" coordorigin="704,2668" coordsize="3397,187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704;top:4145;width:421;height:40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<v:fill opacity="0"/>
              <v:textbox style="mso-fit-shape-to-text:t">
                <w:txbxContent>
                  <w:p w:rsidR="000652A4" w:rsidRDefault="000652A4" w:rsidP="000652A4">
                    <w:r>
                      <w:t>C</w:t>
                    </w:r>
                  </w:p>
                </w:txbxContent>
              </v:textbox>
            </v:shape>
            <v:group id="_x0000_s1042" style="position:absolute;left:944;top:2668;width:3157;height:1740" coordorigin="944,2668" coordsize="3157,1740">
              <v:shape id="_x0000_s1038" type="#_x0000_t202" style="position:absolute;left:944;top:2668;width:421;height:40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<v:fill opacity="0"/>
                <v:textbox style="mso-fit-shape-to-text:t">
                  <w:txbxContent>
                    <w:p w:rsidR="000652A4" w:rsidRDefault="000652A4" w:rsidP="000652A4">
                      <w:r>
                        <w:t>B</w:t>
                      </w:r>
                    </w:p>
                  </w:txbxContent>
                </v:textbox>
              </v:shape>
              <v:shape id="_x0000_s1039" type="#_x0000_t202" style="position:absolute;left:2124;top:3584;width:421;height:40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<v:fill opacity="0"/>
                <v:textbox style="mso-fit-shape-to-text:t">
                  <w:txbxContent>
                    <w:p w:rsidR="000652A4" w:rsidRDefault="000652A4" w:rsidP="000652A4">
                      <w:r>
                        <w:t>A</w:t>
                      </w:r>
                    </w:p>
                  </w:txbxContent>
                </v:textbox>
              </v:shape>
              <v:shape id="_x0000_s1040" type="#_x0000_t202" style="position:absolute;left:3650;top:2833;width:421;height:40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<v:fill opacity="0"/>
                <v:textbox style="mso-fit-shape-to-text:t">
                  <w:txbxContent>
                    <w:p w:rsidR="000652A4" w:rsidRDefault="000652A4" w:rsidP="000652A4">
                      <w:r>
                        <w:t>D</w:t>
                      </w:r>
                    </w:p>
                  </w:txbxContent>
                </v:textbox>
              </v:shape>
              <v:shape id="_x0000_s1041" type="#_x0000_t202" style="position:absolute;left:3680;top:4006;width:421;height:40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<v:fill opacity="0"/>
                <v:textbox style="mso-fit-shape-to-text:t">
                  <w:txbxContent>
                    <w:p w:rsidR="000652A4" w:rsidRDefault="000652A4" w:rsidP="000652A4">
                      <w:r>
                        <w:t>E</w:t>
                      </w:r>
                    </w:p>
                  </w:txbxContent>
                </v:textbox>
              </v:shape>
            </v:group>
          </v:group>
        </w:pict>
      </w:r>
      <w:r w:rsidR="000652A4">
        <w:t xml:space="preserve">1) </w:t>
      </w:r>
      <w:r w:rsidR="000652A4">
        <w:rPr>
          <w:b/>
        </w:rPr>
        <w:t xml:space="preserve">Prove </w:t>
      </w:r>
      <w:r w:rsidR="000652A4">
        <w:rPr>
          <w:rFonts w:ascii="Arial" w:hAnsi="Arial" w:cs="Arial"/>
          <w:b/>
        </w:rPr>
        <w:t>∆</w:t>
      </w:r>
      <w:r w:rsidR="000652A4">
        <w:rPr>
          <w:b/>
        </w:rPr>
        <w:t xml:space="preserve">CAB </w:t>
      </w:r>
      <w:r w:rsidR="000652A4">
        <w:rPr>
          <w:b/>
        </w:rPr>
        <w:sym w:font="Symbol" w:char="F040"/>
      </w:r>
      <w:r w:rsidR="000652A4">
        <w:rPr>
          <w:b/>
        </w:rPr>
        <w:t xml:space="preserve"> what triangle?</w:t>
      </w:r>
    </w:p>
    <w:p w:rsidR="000652A4" w:rsidRPr="008A675D" w:rsidRDefault="000652A4" w:rsidP="000652A4">
      <w:pPr>
        <w:widowControl w:val="0"/>
        <w:shd w:val="clear" w:color="auto" w:fill="FFFFFF"/>
        <w:tabs>
          <w:tab w:val="left" w:pos="3259"/>
          <w:tab w:val="left" w:pos="6298"/>
        </w:tabs>
        <w:autoSpaceDE w:val="0"/>
        <w:autoSpaceDN w:val="0"/>
        <w:adjustRightInd w:val="0"/>
        <w:rPr>
          <w:i/>
          <w:iCs/>
        </w:rPr>
      </w:pPr>
      <w:r w:rsidRPr="008A675D">
        <w:rPr>
          <w:bCs/>
        </w:rPr>
        <w:t xml:space="preserve"> </w:t>
      </w:r>
      <w:r>
        <w:rPr>
          <w:noProof/>
        </w:rPr>
        <w:drawing>
          <wp:inline distT="0" distB="0" distL="0" distR="0">
            <wp:extent cx="2124075" cy="1152525"/>
            <wp:effectExtent l="19050" t="0" r="9525" b="0"/>
            <wp:docPr id="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2A4" w:rsidRDefault="000652A4" w:rsidP="000652A4">
      <w:pPr>
        <w:rPr>
          <w:bCs/>
        </w:rPr>
      </w:pPr>
    </w:p>
    <w:p w:rsidR="000652A4" w:rsidRDefault="000652A4" w:rsidP="000652A4">
      <w:pPr>
        <w:rPr>
          <w:bCs/>
        </w:rPr>
      </w:pPr>
    </w:p>
    <w:p w:rsidR="000652A4" w:rsidRDefault="000652A4" w:rsidP="000652A4">
      <w:pPr>
        <w:rPr>
          <w:bCs/>
        </w:rPr>
      </w:pPr>
    </w:p>
    <w:p w:rsidR="000652A4" w:rsidRDefault="00DE55EA" w:rsidP="000652A4">
      <w:pPr>
        <w:rPr>
          <w:bCs/>
        </w:rPr>
      </w:pPr>
      <w:r>
        <w:rPr>
          <w:bCs/>
          <w:noProof/>
        </w:rPr>
        <w:pict>
          <v:group id="_x0000_s1051" style="position:absolute;margin-left:9pt;margin-top:5.25pt;width:182.85pt;height:72.4pt;z-index:251674624" coordorigin="7314,5686" coordsize="3657,1448">
            <v:shape id="_x0000_s1052" type="#_x0000_t202" style="position:absolute;left:9222;top:6732;width:421;height:40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<v:fill opacity="0"/>
              <v:textbox style="mso-fit-shape-to-text:t">
                <w:txbxContent>
                  <w:p w:rsidR="000652A4" w:rsidRDefault="000652A4" w:rsidP="000652A4">
                    <w:r>
                      <w:t>D</w:t>
                    </w:r>
                  </w:p>
                </w:txbxContent>
              </v:textbox>
            </v:shape>
            <v:shape id="_x0000_s1053" type="#_x0000_t202" style="position:absolute;left:7314;top:6722;width:421;height:40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<v:fill opacity="0"/>
              <v:textbox style="mso-fit-shape-to-text:t">
                <w:txbxContent>
                  <w:p w:rsidR="000652A4" w:rsidRDefault="000652A4" w:rsidP="000652A4">
                    <w:r>
                      <w:t>A</w:t>
                    </w:r>
                  </w:p>
                </w:txbxContent>
              </v:textbox>
            </v:shape>
            <v:shape id="_x0000_s1054" type="#_x0000_t202" style="position:absolute;left:7394;top:6000;width:421;height:40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<v:fill opacity="0"/>
              <v:textbox style="mso-fit-shape-to-text:t">
                <w:txbxContent>
                  <w:p w:rsidR="000652A4" w:rsidRDefault="000652A4" w:rsidP="000652A4">
                    <w:r>
                      <w:t>B</w:t>
                    </w:r>
                  </w:p>
                </w:txbxContent>
              </v:textbox>
            </v:shape>
            <v:shape id="_x0000_s1055" type="#_x0000_t202" style="position:absolute;left:8146;top:5838;width:421;height:40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<v:fill opacity="0"/>
              <v:textbox style="mso-fit-shape-to-text:t">
                <w:txbxContent>
                  <w:p w:rsidR="000652A4" w:rsidRDefault="000652A4" w:rsidP="000652A4">
                    <w:r>
                      <w:t>C</w:t>
                    </w:r>
                  </w:p>
                </w:txbxContent>
              </v:textbox>
            </v:shape>
            <v:shape id="_x0000_s1056" type="#_x0000_t202" style="position:absolute;left:9916;top:5686;width:421;height:40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<v:fill opacity="0"/>
              <v:textbox style="mso-fit-shape-to-text:t">
                <w:txbxContent>
                  <w:p w:rsidR="000652A4" w:rsidRDefault="000652A4" w:rsidP="000652A4">
                    <w:r>
                      <w:t>E</w:t>
                    </w:r>
                  </w:p>
                </w:txbxContent>
              </v:textbox>
            </v:shape>
            <v:shape id="_x0000_s1057" type="#_x0000_t202" style="position:absolute;left:10550;top:6732;width:421;height:40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<v:fill opacity="0"/>
              <v:textbox style="mso-fit-shape-to-text:t">
                <w:txbxContent>
                  <w:p w:rsidR="000652A4" w:rsidRDefault="000652A4" w:rsidP="000652A4">
                    <w:r>
                      <w:t>F</w:t>
                    </w:r>
                  </w:p>
                </w:txbxContent>
              </v:textbox>
            </v:shape>
          </v:group>
        </w:pict>
      </w:r>
      <w:r w:rsidR="000652A4">
        <w:rPr>
          <w:bCs/>
        </w:rPr>
        <w:t xml:space="preserve">2) </w:t>
      </w:r>
      <w:r w:rsidR="00A81632">
        <w:rPr>
          <w:b/>
        </w:rPr>
        <w:t>What triangle is congruent to</w:t>
      </w:r>
      <w:r w:rsidR="000652A4">
        <w:rPr>
          <w:b/>
        </w:rPr>
        <w:t xml:space="preserve"> </w:t>
      </w:r>
      <w:r w:rsidR="000652A4">
        <w:rPr>
          <w:rFonts w:ascii="Arial" w:hAnsi="Arial" w:cs="Arial"/>
          <w:b/>
        </w:rPr>
        <w:t>∆</w:t>
      </w:r>
      <w:r w:rsidR="000652A4">
        <w:rPr>
          <w:b/>
        </w:rPr>
        <w:t>ABC? Write your proof in the space to the right:</w:t>
      </w:r>
    </w:p>
    <w:p w:rsidR="000652A4" w:rsidRDefault="000652A4" w:rsidP="000652A4">
      <w:pPr>
        <w:widowControl w:val="0"/>
        <w:shd w:val="clear" w:color="auto" w:fill="FFFFFF"/>
        <w:tabs>
          <w:tab w:val="left" w:pos="3259"/>
          <w:tab w:val="left" w:pos="6298"/>
        </w:tabs>
        <w:autoSpaceDE w:val="0"/>
        <w:autoSpaceDN w:val="0"/>
        <w:adjustRightInd w:val="0"/>
        <w:rPr>
          <w:bCs/>
        </w:rPr>
      </w:pPr>
      <w:r>
        <w:rPr>
          <w:bCs/>
        </w:rPr>
        <w:t xml:space="preserve">    </w:t>
      </w:r>
      <w:r>
        <w:rPr>
          <w:noProof/>
        </w:rPr>
        <w:drawing>
          <wp:inline distT="0" distB="0" distL="0" distR="0">
            <wp:extent cx="2524125" cy="952500"/>
            <wp:effectExtent l="19050" t="0" r="9525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31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2A4" w:rsidRDefault="000652A4" w:rsidP="000652A4">
      <w:pPr>
        <w:widowControl w:val="0"/>
        <w:shd w:val="clear" w:color="auto" w:fill="FFFFFF"/>
        <w:tabs>
          <w:tab w:val="left" w:pos="3259"/>
          <w:tab w:val="left" w:pos="6298"/>
        </w:tabs>
        <w:autoSpaceDE w:val="0"/>
        <w:autoSpaceDN w:val="0"/>
        <w:adjustRightInd w:val="0"/>
        <w:rPr>
          <w:bCs/>
        </w:rPr>
      </w:pPr>
    </w:p>
    <w:p w:rsidR="000652A4" w:rsidRDefault="000652A4" w:rsidP="000652A4">
      <w:pPr>
        <w:widowControl w:val="0"/>
        <w:shd w:val="clear" w:color="auto" w:fill="FFFFFF"/>
        <w:tabs>
          <w:tab w:val="left" w:pos="3259"/>
          <w:tab w:val="left" w:pos="6298"/>
        </w:tabs>
        <w:autoSpaceDE w:val="0"/>
        <w:autoSpaceDN w:val="0"/>
        <w:adjustRightInd w:val="0"/>
        <w:rPr>
          <w:bCs/>
        </w:rPr>
      </w:pPr>
    </w:p>
    <w:p w:rsidR="000652A4" w:rsidRDefault="000652A4" w:rsidP="000652A4">
      <w:pPr>
        <w:rPr>
          <w:bCs/>
        </w:rPr>
      </w:pPr>
    </w:p>
    <w:p w:rsidR="000652A4" w:rsidRPr="00A81632" w:rsidRDefault="000652A4" w:rsidP="000652A4">
      <w:pPr>
        <w:pBdr>
          <w:bottom w:val="single" w:sz="6" w:space="1" w:color="auto"/>
        </w:pBdr>
        <w:rPr>
          <w:bCs/>
          <w:sz w:val="16"/>
        </w:rPr>
      </w:pPr>
    </w:p>
    <w:p w:rsidR="000652A4" w:rsidRPr="00A81632" w:rsidRDefault="000652A4" w:rsidP="000652A4">
      <w:pPr>
        <w:rPr>
          <w:bCs/>
          <w:sz w:val="6"/>
        </w:rPr>
      </w:pPr>
    </w:p>
    <w:p w:rsidR="000652A4" w:rsidRDefault="000652A4" w:rsidP="000652A4">
      <w:pPr>
        <w:rPr>
          <w:b/>
        </w:rPr>
      </w:pPr>
      <w:proofErr w:type="gramStart"/>
      <w:r>
        <w:rPr>
          <w:b/>
          <w:u w:val="single"/>
        </w:rPr>
        <w:t>II. CONGRUENT or NAH?</w:t>
      </w:r>
      <w:proofErr w:type="gramEnd"/>
      <w:r w:rsidRPr="000652A4">
        <w:rPr>
          <w:b/>
        </w:rPr>
        <w:t xml:space="preserve"> </w:t>
      </w:r>
    </w:p>
    <w:p w:rsidR="000652A4" w:rsidRDefault="000652A4" w:rsidP="000652A4">
      <w:r>
        <w:rPr>
          <w:rFonts w:cs="Calibri"/>
        </w:rPr>
        <w:t>For the problems below</w:t>
      </w:r>
      <w:r w:rsidRPr="00B75B88">
        <w:rPr>
          <w:rFonts w:cs="Calibri"/>
        </w:rPr>
        <w:t xml:space="preserve">, determine </w:t>
      </w:r>
      <w:r w:rsidRPr="000652A4">
        <w:rPr>
          <w:rFonts w:cs="Calibri"/>
          <w:b/>
          <w:u w:val="single"/>
        </w:rPr>
        <w:t>if</w:t>
      </w:r>
      <w:r w:rsidRPr="00B75B88">
        <w:rPr>
          <w:rFonts w:cs="Calibri"/>
        </w:rPr>
        <w:t xml:space="preserve"> the two triangles are congruent.</w:t>
      </w:r>
      <w:r>
        <w:rPr>
          <w:rFonts w:cs="Calibri"/>
        </w:rPr>
        <w:t xml:space="preserve"> COLOR-CODE </w:t>
      </w:r>
      <w:r w:rsidRPr="000652A4">
        <w:rPr>
          <w:rFonts w:cs="Calibri"/>
          <w:u w:val="single"/>
        </w:rPr>
        <w:t>only</w:t>
      </w:r>
      <w:r>
        <w:rPr>
          <w:rFonts w:cs="Calibri"/>
        </w:rPr>
        <w:t xml:space="preserve"> </w:t>
      </w:r>
      <w:r w:rsidRPr="000652A4">
        <w:rPr>
          <w:rFonts w:cs="Calibri"/>
        </w:rPr>
        <w:t>the</w:t>
      </w:r>
      <w:r>
        <w:rPr>
          <w:rFonts w:cs="Calibri"/>
        </w:rPr>
        <w:t xml:space="preserve"> sides and angles that are congruent.</w:t>
      </w:r>
      <w:r w:rsidRPr="00B75B88">
        <w:rPr>
          <w:rFonts w:cs="Calibri"/>
        </w:rPr>
        <w:t xml:space="preserve">  If </w:t>
      </w:r>
      <w:r>
        <w:rPr>
          <w:rFonts w:cs="Calibri"/>
        </w:rPr>
        <w:t>they ARE congruent</w:t>
      </w:r>
      <w:r w:rsidRPr="00B75B88">
        <w:rPr>
          <w:rFonts w:cs="Calibri"/>
        </w:rPr>
        <w:t xml:space="preserve">, </w:t>
      </w:r>
      <w:r w:rsidR="00E531E3">
        <w:rPr>
          <w:rFonts w:cs="Calibri"/>
        </w:rPr>
        <w:t>w</w:t>
      </w:r>
      <w:r w:rsidRPr="00B75B88">
        <w:rPr>
          <w:rFonts w:cs="Calibri"/>
        </w:rPr>
        <w:t>rite a congruency statement</w:t>
      </w:r>
      <w:r>
        <w:rPr>
          <w:rFonts w:cs="Calibri"/>
        </w:rPr>
        <w:t xml:space="preserve"> (</w:t>
      </w:r>
      <w:r>
        <w:rPr>
          <w:rFonts w:ascii="Arial" w:hAnsi="Arial" w:cs="Arial"/>
          <w:b/>
        </w:rPr>
        <w:t>∆</w:t>
      </w:r>
      <w:r>
        <w:rPr>
          <w:b/>
        </w:rPr>
        <w:t xml:space="preserve">_ _ _  </w:t>
      </w:r>
      <w:r>
        <w:rPr>
          <w:b/>
        </w:rPr>
        <w:sym w:font="Symbol" w:char="F040"/>
      </w:r>
      <w:r>
        <w:rPr>
          <w:b/>
        </w:rPr>
        <w:t xml:space="preserve"> </w:t>
      </w:r>
      <w:r>
        <w:rPr>
          <w:rFonts w:ascii="Arial" w:hAnsi="Arial" w:cs="Arial"/>
          <w:b/>
        </w:rPr>
        <w:t>∆</w:t>
      </w:r>
      <w:r>
        <w:rPr>
          <w:b/>
        </w:rPr>
        <w:t xml:space="preserve">_ _ _)   </w:t>
      </w:r>
      <w:r w:rsidRPr="00B75B88">
        <w:rPr>
          <w:rFonts w:cs="Calibri"/>
        </w:rPr>
        <w:t xml:space="preserve"> </w:t>
      </w:r>
      <w:r>
        <w:rPr>
          <w:rFonts w:cs="Calibri"/>
        </w:rPr>
        <w:t>AND</w:t>
      </w:r>
      <w:r w:rsidRPr="00B75B88">
        <w:rPr>
          <w:rFonts w:cs="Calibri"/>
        </w:rPr>
        <w:t xml:space="preserve"> </w:t>
      </w:r>
      <w:r w:rsidRPr="00B75B88">
        <w:t>identify what postulate</w:t>
      </w:r>
      <w:r>
        <w:t xml:space="preserve"> </w:t>
      </w:r>
      <w:r w:rsidR="00E531E3">
        <w:t xml:space="preserve">or theorem </w:t>
      </w:r>
      <w:r>
        <w:t>(SSS, SAS, ASA, AAS, HL)</w:t>
      </w:r>
      <w:r w:rsidRPr="00B75B88">
        <w:t xml:space="preserve"> is needed to </w:t>
      </w:r>
      <w:r w:rsidR="00567F25">
        <w:t>show</w:t>
      </w:r>
      <w:r w:rsidRPr="00B75B88">
        <w:t xml:space="preserve"> </w:t>
      </w:r>
      <w:r>
        <w:t xml:space="preserve">the </w:t>
      </w:r>
      <w:r w:rsidRPr="00B75B88">
        <w:t>congruency</w:t>
      </w:r>
      <w:proofErr w:type="gramStart"/>
      <w:r w:rsidRPr="00B75B88">
        <w:t>.</w:t>
      </w:r>
      <w:r>
        <w:t xml:space="preserve">  </w:t>
      </w:r>
      <w:proofErr w:type="gramEnd"/>
      <w:r>
        <w:t xml:space="preserve">If NOT congruent, </w:t>
      </w:r>
      <w:r w:rsidRPr="000652A4">
        <w:rPr>
          <w:b/>
        </w:rPr>
        <w:t xml:space="preserve">explain </w:t>
      </w:r>
      <w:r w:rsidRPr="000652A4">
        <w:rPr>
          <w:b/>
          <w:i/>
        </w:rPr>
        <w:t>why</w:t>
      </w:r>
      <w:r>
        <w:rPr>
          <w:b/>
          <w:i/>
        </w:rPr>
        <w:t xml:space="preserve"> </w:t>
      </w:r>
      <w:r>
        <w:rPr>
          <w:b/>
        </w:rPr>
        <w:t>not</w:t>
      </w:r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78"/>
        <w:gridCol w:w="5138"/>
      </w:tblGrid>
      <w:tr w:rsidR="00A81632" w:rsidTr="00E531E3">
        <w:tc>
          <w:tcPr>
            <w:tcW w:w="5878" w:type="dxa"/>
            <w:shd w:val="clear" w:color="auto" w:fill="auto"/>
          </w:tcPr>
          <w:p w:rsidR="00A81632" w:rsidRDefault="00A81632" w:rsidP="007E6B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303722</wp:posOffset>
                  </wp:positionH>
                  <wp:positionV relativeFrom="paragraph">
                    <wp:posOffset>44486</wp:posOffset>
                  </wp:positionV>
                  <wp:extent cx="1619969" cy="1284742"/>
                  <wp:effectExtent l="19050" t="0" r="0" b="0"/>
                  <wp:wrapNone/>
                  <wp:docPr id="1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r="18024" b="110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534" cy="12843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 w:cs="Calibri"/>
              </w:rPr>
              <w:t>3</w:t>
            </w:r>
            <w:r w:rsidRPr="000B6ECE">
              <w:rPr>
                <w:rFonts w:ascii="Calibri" w:hAnsi="Calibri" w:cs="Calibri"/>
              </w:rPr>
              <w:t>)</w:t>
            </w:r>
          </w:p>
          <w:p w:rsidR="00A81632" w:rsidRDefault="00A81632" w:rsidP="007E6BC1">
            <w:pPr>
              <w:rPr>
                <w:rFonts w:ascii="Calibri" w:hAnsi="Calibri" w:cs="Calibri"/>
              </w:rPr>
            </w:pPr>
          </w:p>
          <w:p w:rsidR="00A81632" w:rsidRDefault="00A81632" w:rsidP="007E6BC1">
            <w:pPr>
              <w:rPr>
                <w:rFonts w:ascii="Calibri" w:hAnsi="Calibri" w:cs="Calibri"/>
              </w:rPr>
            </w:pPr>
          </w:p>
          <w:p w:rsidR="00A81632" w:rsidRDefault="00A81632" w:rsidP="007E6BC1">
            <w:pPr>
              <w:rPr>
                <w:rFonts w:ascii="Calibri" w:hAnsi="Calibri" w:cs="Calibri"/>
              </w:rPr>
            </w:pPr>
          </w:p>
          <w:p w:rsidR="00A81632" w:rsidRDefault="00A81632" w:rsidP="007E6BC1">
            <w:pPr>
              <w:rPr>
                <w:rFonts w:ascii="Calibri" w:hAnsi="Calibri" w:cs="Calibri"/>
              </w:rPr>
            </w:pPr>
          </w:p>
          <w:p w:rsidR="00A81632" w:rsidRDefault="00A81632" w:rsidP="007E6BC1">
            <w:pPr>
              <w:rPr>
                <w:rFonts w:ascii="Calibri" w:hAnsi="Calibri" w:cs="Calibri"/>
              </w:rPr>
            </w:pPr>
          </w:p>
          <w:p w:rsidR="00A81632" w:rsidRDefault="00A81632" w:rsidP="007E6BC1">
            <w:pPr>
              <w:rPr>
                <w:rFonts w:ascii="Calibri" w:hAnsi="Calibri" w:cs="Calibri"/>
              </w:rPr>
            </w:pPr>
          </w:p>
          <w:p w:rsidR="00A81632" w:rsidRPr="000B6ECE" w:rsidRDefault="00A81632" w:rsidP="007E6BC1">
            <w:pPr>
              <w:rPr>
                <w:rFonts w:ascii="Calibri" w:hAnsi="Calibri" w:cs="Calibri"/>
              </w:rPr>
            </w:pPr>
          </w:p>
        </w:tc>
        <w:tc>
          <w:tcPr>
            <w:tcW w:w="5138" w:type="dxa"/>
            <w:shd w:val="clear" w:color="auto" w:fill="auto"/>
          </w:tcPr>
          <w:p w:rsidR="00A81632" w:rsidRDefault="00A81632" w:rsidP="007E6B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0B6ECE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</w:rPr>
              <w:t xml:space="preserve"> </w:t>
            </w:r>
          </w:p>
          <w:p w:rsidR="00A81632" w:rsidRPr="000B6ECE" w:rsidRDefault="00A81632" w:rsidP="007E6BC1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2128928" cy="1100409"/>
                  <wp:effectExtent l="19050" t="0" r="4672" b="0"/>
                  <wp:docPr id="1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r="16624" b="143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9148" cy="11005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1632" w:rsidTr="00E531E3">
        <w:tc>
          <w:tcPr>
            <w:tcW w:w="5878" w:type="dxa"/>
            <w:shd w:val="clear" w:color="auto" w:fill="auto"/>
          </w:tcPr>
          <w:p w:rsidR="00A81632" w:rsidRPr="000B6ECE" w:rsidRDefault="00A81632" w:rsidP="007E6B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Pr="000B6ECE">
              <w:rPr>
                <w:rFonts w:ascii="Calibri" w:hAnsi="Calibri" w:cs="Calibri"/>
              </w:rPr>
              <w:t>)</w:t>
            </w:r>
          </w:p>
          <w:p w:rsidR="00A81632" w:rsidRDefault="00A81632" w:rsidP="007E6BC1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1904641" cy="1242157"/>
                  <wp:effectExtent l="19050" t="0" r="359" b="0"/>
                  <wp:docPr id="17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r="19736" b="122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368" cy="1243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1632" w:rsidRDefault="00A81632" w:rsidP="007E6BC1">
            <w:pPr>
              <w:rPr>
                <w:rFonts w:ascii="Calibri" w:hAnsi="Calibri" w:cs="Calibri"/>
              </w:rPr>
            </w:pPr>
          </w:p>
          <w:p w:rsidR="00A81632" w:rsidRPr="000B6ECE" w:rsidRDefault="00A81632" w:rsidP="007E6BC1">
            <w:pPr>
              <w:rPr>
                <w:rFonts w:ascii="Calibri" w:hAnsi="Calibri" w:cs="Calibri"/>
              </w:rPr>
            </w:pPr>
          </w:p>
        </w:tc>
        <w:tc>
          <w:tcPr>
            <w:tcW w:w="5138" w:type="dxa"/>
            <w:shd w:val="clear" w:color="auto" w:fill="auto"/>
          </w:tcPr>
          <w:p w:rsidR="00A81632" w:rsidRPr="000B6ECE" w:rsidRDefault="00A81632" w:rsidP="007E6B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297802</wp:posOffset>
                  </wp:positionH>
                  <wp:positionV relativeFrom="paragraph">
                    <wp:posOffset>28431</wp:posOffset>
                  </wp:positionV>
                  <wp:extent cx="1352550" cy="1716657"/>
                  <wp:effectExtent l="19050" t="0" r="0" b="0"/>
                  <wp:wrapNone/>
                  <wp:docPr id="18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r="37923" b="97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7166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 w:cs="Calibri"/>
              </w:rPr>
              <w:t>6</w:t>
            </w:r>
            <w:r w:rsidRPr="000B6ECE">
              <w:rPr>
                <w:rFonts w:ascii="Calibri" w:hAnsi="Calibri" w:cs="Calibri"/>
              </w:rPr>
              <w:t>)</w:t>
            </w:r>
            <w:r w:rsidRPr="000B6ECE">
              <w:rPr>
                <w:rFonts w:ascii="Calibri" w:hAnsi="Calibri" w:cs="Calibri"/>
              </w:rPr>
              <w:br/>
            </w:r>
          </w:p>
        </w:tc>
      </w:tr>
    </w:tbl>
    <w:p w:rsidR="00E531E3" w:rsidRDefault="00E531E3">
      <w:r>
        <w:br w:type="page"/>
      </w:r>
    </w:p>
    <w:p w:rsidR="00E531E3" w:rsidRPr="00E531E3" w:rsidRDefault="00E531E3">
      <w:pPr>
        <w:rPr>
          <w:b/>
          <w:i/>
        </w:rPr>
      </w:pPr>
      <w:r>
        <w:rPr>
          <w:b/>
          <w:i/>
        </w:rPr>
        <w:lastRenderedPageBreak/>
        <w:t>Continue with the same instructions as above. (Read the instructions carefully!)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00"/>
        <w:gridCol w:w="295"/>
        <w:gridCol w:w="2895"/>
        <w:gridCol w:w="319"/>
        <w:gridCol w:w="3807"/>
      </w:tblGrid>
      <w:tr w:rsidR="000652A4" w:rsidTr="00E531E3">
        <w:tc>
          <w:tcPr>
            <w:tcW w:w="4051" w:type="dxa"/>
            <w:gridSpan w:val="2"/>
            <w:shd w:val="clear" w:color="auto" w:fill="auto"/>
          </w:tcPr>
          <w:p w:rsidR="000652A4" w:rsidRDefault="0055412C" w:rsidP="006C0B55">
            <w:pPr>
              <w:rPr>
                <w:bCs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2720</wp:posOffset>
                  </wp:positionH>
                  <wp:positionV relativeFrom="paragraph">
                    <wp:posOffset>265490</wp:posOffset>
                  </wp:positionV>
                  <wp:extent cx="1981200" cy="97409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974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531E3">
              <w:rPr>
                <w:bCs/>
              </w:rPr>
              <w:t>7</w:t>
            </w:r>
            <w:r>
              <w:rPr>
                <w:bCs/>
              </w:rPr>
              <w:t xml:space="preserve">) </w:t>
            </w:r>
          </w:p>
          <w:p w:rsidR="0055412C" w:rsidRPr="008A675D" w:rsidRDefault="0055412C" w:rsidP="006C0B55">
            <w:pPr>
              <w:rPr>
                <w:bCs/>
              </w:rPr>
            </w:pPr>
          </w:p>
        </w:tc>
        <w:tc>
          <w:tcPr>
            <w:tcW w:w="2928" w:type="dxa"/>
            <w:shd w:val="clear" w:color="auto" w:fill="auto"/>
          </w:tcPr>
          <w:p w:rsidR="000652A4" w:rsidRDefault="00E531E3" w:rsidP="006C0B55">
            <w:pPr>
              <w:widowControl w:val="0"/>
              <w:autoSpaceDE w:val="0"/>
              <w:autoSpaceDN w:val="0"/>
              <w:adjustRightInd w:val="0"/>
            </w:pPr>
            <w:r>
              <w:rPr>
                <w:bCs/>
              </w:rPr>
              <w:t>8</w:t>
            </w:r>
            <w:r w:rsidR="000652A4" w:rsidRPr="008A675D">
              <w:rPr>
                <w:bCs/>
              </w:rPr>
              <w:t xml:space="preserve">) </w:t>
            </w:r>
          </w:p>
          <w:p w:rsidR="000652A4" w:rsidRPr="008A675D" w:rsidRDefault="000652A4" w:rsidP="000652A4">
            <w:pPr>
              <w:jc w:val="center"/>
              <w:rPr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1285875" cy="1352550"/>
                  <wp:effectExtent l="19050" t="0" r="9525" b="0"/>
                  <wp:docPr id="11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  <w:gridSpan w:val="2"/>
            <w:shd w:val="clear" w:color="auto" w:fill="auto"/>
          </w:tcPr>
          <w:p w:rsidR="000652A4" w:rsidRPr="00D741EA" w:rsidRDefault="00E531E3" w:rsidP="006C0B5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</w:pPr>
            <w:r>
              <w:rPr>
                <w:bCs/>
              </w:rPr>
              <w:t>9</w:t>
            </w:r>
            <w:r w:rsidR="000652A4" w:rsidRPr="008A675D">
              <w:rPr>
                <w:bCs/>
              </w:rPr>
              <w:t xml:space="preserve">) </w:t>
            </w:r>
          </w:p>
          <w:p w:rsidR="000652A4" w:rsidRPr="008A675D" w:rsidRDefault="00DE55EA" w:rsidP="006C0B55">
            <w:pPr>
              <w:rPr>
                <w:bCs/>
              </w:rPr>
            </w:pPr>
            <w:r>
              <w:rPr>
                <w:bCs/>
                <w:noProof/>
              </w:rPr>
              <w:pict>
                <v:shape id="_x0000_s1072" type="#_x0000_t202" style="position:absolute;margin-left:38.3pt;margin-top:74.1pt;width:21.05pt;height:21pt;z-index:25169100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fill opacity="0"/>
                  <v:textbox style="mso-next-textbox:#_x0000_s1072;mso-fit-shape-to-text:t">
                    <w:txbxContent>
                      <w:p w:rsidR="000652A4" w:rsidRDefault="000652A4" w:rsidP="000652A4">
                        <w: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shape id="_x0000_s1062" type="#_x0000_t202" style="position:absolute;margin-left:130.3pt;margin-top:49.55pt;width:21.05pt;height:21pt;z-index:25168076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fill opacity="0"/>
                  <v:textbox style="mso-next-textbox:#_x0000_s1062;mso-fit-shape-to-text:t">
                    <w:txbxContent>
                      <w:p w:rsidR="000652A4" w:rsidRDefault="000652A4" w:rsidP="000652A4">
                        <w:r>
                          <w:t>F</w:t>
                        </w:r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shape id="_x0000_s1061" type="#_x0000_t202" style="position:absolute;margin-left:162pt;margin-top:1.05pt;width:21.05pt;height:21pt;z-index:25167974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fill opacity="0"/>
                  <v:textbox style="mso-next-textbox:#_x0000_s1061;mso-fit-shape-to-text:t">
                    <w:txbxContent>
                      <w:p w:rsidR="000652A4" w:rsidRDefault="000652A4" w:rsidP="000652A4">
                        <w:r>
                          <w:t>E</w:t>
                        </w:r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shape id="_x0000_s1060" type="#_x0000_t202" style="position:absolute;margin-left:116.6pt;margin-top:.85pt;width:21.05pt;height:21pt;z-index:25167872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fill opacity="0"/>
                  <v:textbox style="mso-next-textbox:#_x0000_s1060;mso-fit-shape-to-text:t">
                    <w:txbxContent>
                      <w:p w:rsidR="000652A4" w:rsidRDefault="000652A4" w:rsidP="000652A4">
                        <w: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shape id="_x0000_s1059" type="#_x0000_t202" style="position:absolute;margin-left:71.6pt;margin-top:7.4pt;width:21.05pt;height:21pt;z-index:25167769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fill opacity="0"/>
                  <v:textbox style="mso-next-textbox:#_x0000_s1059;mso-fit-shape-to-text:t">
                    <w:txbxContent>
                      <w:p w:rsidR="000652A4" w:rsidRDefault="000652A4" w:rsidP="000652A4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shape id="Text Box 2" o:spid="_x0000_s1058" type="#_x0000_t202" style="position:absolute;margin-left:10.5pt;margin-top:6.95pt;width:21.05pt;height:21pt;z-index:25167667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fill opacity="0"/>
                  <v:textbox style="mso-next-textbox:#Text Box 2;mso-fit-shape-to-text:t">
                    <w:txbxContent>
                      <w:p w:rsidR="000652A4" w:rsidRDefault="000652A4" w:rsidP="000652A4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  <w:r w:rsidR="000652A4">
              <w:rPr>
                <w:noProof/>
              </w:rPr>
              <w:drawing>
                <wp:inline distT="0" distB="0" distL="0" distR="0">
                  <wp:extent cx="3667125" cy="1019175"/>
                  <wp:effectExtent l="19050" t="0" r="9525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2A4" w:rsidTr="00E531E3">
        <w:tc>
          <w:tcPr>
            <w:tcW w:w="3653" w:type="dxa"/>
            <w:shd w:val="clear" w:color="auto" w:fill="auto"/>
          </w:tcPr>
          <w:p w:rsidR="000652A4" w:rsidRPr="008A675D" w:rsidRDefault="00DE55EA" w:rsidP="006C0B55">
            <w:pPr>
              <w:widowControl w:val="0"/>
              <w:shd w:val="clear" w:color="auto" w:fill="FFFFFF"/>
              <w:tabs>
                <w:tab w:val="left" w:pos="3259"/>
                <w:tab w:val="left" w:pos="6298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noProof/>
              </w:rPr>
              <w:pict>
                <v:shape id="_x0000_s1063" type="#_x0000_t202" style="position:absolute;margin-left:11.2pt;margin-top:13.2pt;width:21.05pt;height:20.1pt;z-index:251681792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fill opacity="0"/>
                  <v:textbox style="mso-next-textbox:#_x0000_s1063;mso-fit-shape-to-text:t">
                    <w:txbxContent>
                      <w:p w:rsidR="000652A4" w:rsidRDefault="000652A4" w:rsidP="000652A4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shape id="_x0000_s1065" type="#_x0000_t202" style="position:absolute;margin-left:91.25pt;margin-top:58.1pt;width:21.05pt;height:20.1pt;z-index:251683840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fill opacity="0"/>
                  <v:textbox style="mso-next-textbox:#_x0000_s1065;mso-fit-shape-to-text:t">
                    <w:txbxContent>
                      <w:p w:rsidR="000652A4" w:rsidRDefault="000652A4" w:rsidP="000652A4">
                        <w: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shape id="_x0000_s1066" type="#_x0000_t202" style="position:absolute;margin-left:11.9pt;margin-top:107.15pt;width:21.05pt;height:21pt;z-index:25168486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fill opacity="0"/>
                  <v:textbox style="mso-next-textbox:#_x0000_s1066;mso-fit-shape-to-text:t">
                    <w:txbxContent>
                      <w:p w:rsidR="000652A4" w:rsidRDefault="000652A4" w:rsidP="000652A4">
                        <w: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shape id="_x0000_s1064" type="#_x0000_t202" style="position:absolute;margin-left:7.25pt;margin-top:62.6pt;width:21.05pt;height:21pt;z-index:251682816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fill opacity="0"/>
                  <v:textbox style="mso-next-textbox:#_x0000_s1064;mso-fit-shape-to-text:t">
                    <w:txbxContent>
                      <w:p w:rsidR="000652A4" w:rsidRDefault="000652A4" w:rsidP="000652A4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  <w:r w:rsidR="00E531E3">
              <w:rPr>
                <w:bCs/>
              </w:rPr>
              <w:t>10</w:t>
            </w:r>
            <w:r w:rsidR="000652A4">
              <w:rPr>
                <w:bCs/>
              </w:rPr>
              <w:t xml:space="preserve">) </w:t>
            </w:r>
            <w:r w:rsidR="000652A4">
              <w:rPr>
                <w:noProof/>
              </w:rPr>
              <w:drawing>
                <wp:inline distT="0" distB="0" distL="0" distR="0">
                  <wp:extent cx="3419475" cy="1421081"/>
                  <wp:effectExtent l="19050" t="0" r="9525" b="0"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14210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9" w:type="dxa"/>
            <w:gridSpan w:val="3"/>
            <w:shd w:val="clear" w:color="auto" w:fill="auto"/>
          </w:tcPr>
          <w:p w:rsidR="000652A4" w:rsidRPr="008A675D" w:rsidRDefault="00DE55EA" w:rsidP="006C0B5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noProof/>
              </w:rPr>
              <w:pict>
                <v:shape id="_x0000_s1071" type="#_x0000_t202" style="position:absolute;margin-left:112.9pt;margin-top:43pt;width:21.05pt;height:20.1pt;z-index:25168998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fill opacity="0"/>
                  <v:textbox style="mso-next-textbox:#_x0000_s1071;mso-fit-shape-to-text:t">
                    <w:txbxContent>
                      <w:p w:rsidR="000652A4" w:rsidRDefault="000652A4" w:rsidP="000652A4">
                        <w:r>
                          <w:t>E</w:t>
                        </w:r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shape id="_x0000_s1069" type="#_x0000_t202" style="position:absolute;margin-left:48.55pt;margin-top:108.3pt;width:21.05pt;height:20.1pt;z-index:251687936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fill opacity="0"/>
                  <v:textbox style="mso-next-textbox:#_x0000_s1069;mso-fit-shape-to-text:t">
                    <w:txbxContent>
                      <w:p w:rsidR="000652A4" w:rsidRDefault="000652A4" w:rsidP="000652A4">
                        <w: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shape id="_x0000_s1068" type="#_x0000_t202" style="position:absolute;margin-left:48.55pt;margin-top:58.1pt;width:21.05pt;height:20.1pt;z-index:251686912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fill opacity="0"/>
                  <v:textbox style="mso-next-textbox:#_x0000_s1068;mso-fit-shape-to-text:t">
                    <w:txbxContent>
                      <w:p w:rsidR="000652A4" w:rsidRDefault="000652A4" w:rsidP="000652A4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shape id="_x0000_s1070" type="#_x0000_t202" style="position:absolute;margin-left:56.8pt;margin-top:.5pt;width:21.05pt;height:21pt;z-index:251688960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fill opacity="0"/>
                  <v:textbox style="mso-next-textbox:#_x0000_s1070;mso-fit-shape-to-text:t">
                    <w:txbxContent>
                      <w:p w:rsidR="000652A4" w:rsidRDefault="000652A4" w:rsidP="000652A4">
                        <w: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shape id="_x0000_s1067" type="#_x0000_t202" style="position:absolute;margin-left:-2.7pt;margin-top:48.9pt;width:21.05pt;height:21pt;z-index:25168588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stroked="f">
                  <v:fill opacity="0"/>
                  <v:textbox style="mso-next-textbox:#_x0000_s1067;mso-fit-shape-to-text:t">
                    <w:txbxContent>
                      <w:p w:rsidR="000652A4" w:rsidRDefault="000652A4" w:rsidP="000652A4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  <w:r w:rsidR="00E531E3">
              <w:rPr>
                <w:bCs/>
              </w:rPr>
              <w:t>11</w:t>
            </w:r>
            <w:r w:rsidR="000652A4">
              <w:rPr>
                <w:bCs/>
              </w:rPr>
              <w:t xml:space="preserve">) </w:t>
            </w:r>
            <w:r w:rsidR="000652A4">
              <w:rPr>
                <w:noProof/>
              </w:rPr>
              <w:drawing>
                <wp:inline distT="0" distB="0" distL="0" distR="0">
                  <wp:extent cx="3076575" cy="1406434"/>
                  <wp:effectExtent l="19050" t="0" r="9525" b="0"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9913" cy="1407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4" w:type="dxa"/>
            <w:shd w:val="clear" w:color="auto" w:fill="auto"/>
          </w:tcPr>
          <w:p w:rsidR="00B97B5E" w:rsidRPr="008A675D" w:rsidRDefault="00E531E3" w:rsidP="00B97B5E">
            <w:pPr>
              <w:rPr>
                <w:i/>
                <w:iCs/>
              </w:rPr>
            </w:pPr>
            <w:r>
              <w:t>12</w:t>
            </w:r>
            <w:r w:rsidR="00B97B5E">
              <w:t xml:space="preserve">) </w:t>
            </w:r>
          </w:p>
          <w:p w:rsidR="000652A4" w:rsidRPr="00D940B3" w:rsidRDefault="00B97B5E" w:rsidP="006C0B55">
            <w:r>
              <w:rPr>
                <w:noProof/>
              </w:rPr>
              <w:drawing>
                <wp:inline distT="0" distB="0" distL="0" distR="0">
                  <wp:extent cx="1190625" cy="1352550"/>
                  <wp:effectExtent l="19050" t="0" r="9525" b="0"/>
                  <wp:docPr id="47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31E3" w:rsidRDefault="00E531E3" w:rsidP="0055412C">
      <w:pPr>
        <w:rPr>
          <w:rFonts w:ascii="Calibri" w:hAnsi="Calibri" w:cs="Calibri"/>
        </w:rPr>
      </w:pPr>
    </w:p>
    <w:p w:rsidR="0055412C" w:rsidRDefault="00E531E3" w:rsidP="00E531E3">
      <w:r w:rsidRPr="00E531E3">
        <w:rPr>
          <w:rFonts w:ascii="Calibri" w:hAnsi="Calibri" w:cs="Calibri"/>
          <w:b/>
        </w:rPr>
        <w:t>13</w:t>
      </w:r>
      <w:r w:rsidR="0055412C" w:rsidRPr="00E531E3">
        <w:rPr>
          <w:rFonts w:ascii="Calibri" w:hAnsi="Calibri" w:cs="Calibri"/>
          <w:b/>
        </w:rPr>
        <w:t xml:space="preserve">) </w:t>
      </w:r>
      <w:r w:rsidR="0055412C">
        <w:rPr>
          <w:b/>
          <w:bCs/>
          <w:szCs w:val="26"/>
        </w:rPr>
        <w:t xml:space="preserve">Given    </w:t>
      </w:r>
      <w:r w:rsidR="0055412C">
        <w:rPr>
          <w:bCs/>
          <w:i/>
          <w:iCs/>
          <w:szCs w:val="26"/>
        </w:rPr>
        <w:t xml:space="preserve">ABCD </w:t>
      </w:r>
      <w:r w:rsidR="0055412C">
        <w:rPr>
          <w:bCs/>
          <w:szCs w:val="26"/>
        </w:rPr>
        <w:t>is a rectangle. (Think about the information this gives you! What do you know about rectangles?)</w:t>
      </w:r>
    </w:p>
    <w:p w:rsidR="0055412C" w:rsidRDefault="00E531E3" w:rsidP="0055412C">
      <w:pPr>
        <w:tabs>
          <w:tab w:val="left" w:pos="738"/>
        </w:tabs>
        <w:rPr>
          <w:bCs/>
          <w:i/>
          <w:iCs/>
          <w:szCs w:val="26"/>
        </w:rPr>
      </w:pPr>
      <w:r>
        <w:rPr>
          <w:b/>
          <w:bCs/>
          <w:szCs w:val="26"/>
        </w:rPr>
        <w:tab/>
      </w:r>
      <w:r w:rsidR="0055412C">
        <w:rPr>
          <w:b/>
          <w:bCs/>
          <w:szCs w:val="26"/>
        </w:rPr>
        <w:t xml:space="preserve">Prove </w:t>
      </w:r>
      <w:r w:rsidR="0055412C">
        <w:rPr>
          <w:b/>
          <w:bCs/>
          <w:szCs w:val="26"/>
        </w:rPr>
        <w:tab/>
      </w:r>
      <w:r w:rsidR="0055412C">
        <w:rPr>
          <w:bCs/>
          <w:szCs w:val="18"/>
        </w:rPr>
        <w:t>∆</w:t>
      </w:r>
      <w:proofErr w:type="gramStart"/>
      <w:r w:rsidR="0055412C">
        <w:rPr>
          <w:bCs/>
          <w:i/>
          <w:iCs/>
          <w:szCs w:val="26"/>
        </w:rPr>
        <w:t>CAB</w:t>
      </w:r>
      <w:r w:rsidR="0055412C">
        <w:rPr>
          <w:i/>
          <w:iCs/>
          <w:szCs w:val="26"/>
        </w:rPr>
        <w:t xml:space="preserve"> </w:t>
      </w:r>
      <w:r w:rsidR="0055412C">
        <w:rPr>
          <w:szCs w:val="26"/>
        </w:rPr>
        <w:sym w:font="Symbol" w:char="F040"/>
      </w:r>
      <w:proofErr w:type="gramEnd"/>
      <w:r w:rsidR="0055412C">
        <w:rPr>
          <w:i/>
          <w:iCs/>
          <w:szCs w:val="26"/>
        </w:rPr>
        <w:t xml:space="preserve"> </w:t>
      </w:r>
      <w:r w:rsidR="0055412C">
        <w:rPr>
          <w:bCs/>
          <w:szCs w:val="18"/>
        </w:rPr>
        <w:t>?</w:t>
      </w:r>
    </w:p>
    <w:p w:rsidR="000652A4" w:rsidRDefault="000652A4" w:rsidP="0055412C">
      <w:pPr>
        <w:tabs>
          <w:tab w:val="left" w:pos="1335"/>
        </w:tabs>
        <w:rPr>
          <w:bCs/>
        </w:rPr>
      </w:pPr>
    </w:p>
    <w:p w:rsidR="0055412C" w:rsidRDefault="0055412C" w:rsidP="000652A4">
      <w:pPr>
        <w:tabs>
          <w:tab w:val="left" w:pos="1335"/>
        </w:tabs>
        <w:rPr>
          <w:bCs/>
        </w:rPr>
      </w:pPr>
      <w:r w:rsidRPr="009D24A1">
        <w:rPr>
          <w:rFonts w:ascii="Calibri" w:hAnsi="Calibri" w:cs="Calibri"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8255</wp:posOffset>
            </wp:positionV>
            <wp:extent cx="1683385" cy="1052195"/>
            <wp:effectExtent l="0" t="0" r="0" b="0"/>
            <wp:wrapSquare wrapText="bothSides"/>
            <wp:docPr id="4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385" cy="1052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52A4" w:rsidRPr="008A675D" w:rsidRDefault="000652A4" w:rsidP="000652A4">
      <w:pPr>
        <w:rPr>
          <w:bCs/>
        </w:rPr>
      </w:pPr>
    </w:p>
    <w:p w:rsidR="000652A4" w:rsidRDefault="000652A4" w:rsidP="000652A4">
      <w:pPr>
        <w:rPr>
          <w:bCs/>
        </w:rPr>
      </w:pPr>
    </w:p>
    <w:p w:rsidR="000652A4" w:rsidRPr="008A675D" w:rsidRDefault="000652A4" w:rsidP="000652A4">
      <w:pPr>
        <w:rPr>
          <w:bCs/>
        </w:rPr>
      </w:pPr>
    </w:p>
    <w:p w:rsidR="004A1C66" w:rsidRDefault="004A1C66"/>
    <w:p w:rsidR="0055412C" w:rsidRDefault="0055412C"/>
    <w:p w:rsidR="0055412C" w:rsidRDefault="0055412C"/>
    <w:p w:rsidR="0055412C" w:rsidRDefault="0055412C"/>
    <w:p w:rsidR="0055412C" w:rsidRDefault="0055412C"/>
    <w:p w:rsidR="0055412C" w:rsidRDefault="0055412C"/>
    <w:p w:rsidR="0055412C" w:rsidRDefault="0055412C"/>
    <w:p w:rsidR="0055412C" w:rsidRDefault="0055412C"/>
    <w:p w:rsidR="0055412C" w:rsidRPr="0055412C" w:rsidRDefault="00E531E3">
      <w:r>
        <w:t>a</w:t>
      </w:r>
      <w:r w:rsidR="0055412C">
        <w:t xml:space="preserve">) What type of triangle is </w:t>
      </w:r>
      <w:r w:rsidR="0055412C">
        <w:rPr>
          <w:bCs/>
          <w:szCs w:val="18"/>
        </w:rPr>
        <w:t>∆</w:t>
      </w:r>
      <w:r w:rsidR="0055412C">
        <w:rPr>
          <w:bCs/>
          <w:i/>
          <w:iCs/>
          <w:szCs w:val="26"/>
        </w:rPr>
        <w:t>CAB</w:t>
      </w:r>
      <w:r w:rsidR="0055412C">
        <w:rPr>
          <w:bCs/>
          <w:iCs/>
          <w:szCs w:val="26"/>
        </w:rPr>
        <w:t>? What are the names for the 3 sides (be specific – give the line names)?</w:t>
      </w:r>
    </w:p>
    <w:p w:rsidR="0055412C" w:rsidRDefault="0055412C"/>
    <w:p w:rsidR="0055412C" w:rsidRDefault="0055412C"/>
    <w:p w:rsidR="0055412C" w:rsidRDefault="0055412C"/>
    <w:p w:rsidR="0055412C" w:rsidRDefault="00E531E3">
      <w:r>
        <w:t>b</w:t>
      </w:r>
      <w:r w:rsidR="0055412C">
        <w:t>) If line segment AD is 5 inches long, how long is line segment CB?</w:t>
      </w:r>
    </w:p>
    <w:p w:rsidR="0055412C" w:rsidRDefault="0055412C"/>
    <w:p w:rsidR="0055412C" w:rsidRDefault="0055412C">
      <w:bookmarkStart w:id="0" w:name="_GoBack"/>
      <w:bookmarkEnd w:id="0"/>
    </w:p>
    <w:p w:rsidR="0055412C" w:rsidRDefault="0055412C"/>
    <w:p w:rsidR="0055412C" w:rsidRDefault="00E531E3">
      <w:r>
        <w:t>c</w:t>
      </w:r>
      <w:r w:rsidR="0055412C">
        <w:t xml:space="preserve">) If line segment AC is 13 inches long, calculate the length </w:t>
      </w:r>
      <w:r>
        <w:t>of line segment DC.</w:t>
      </w:r>
    </w:p>
    <w:p w:rsidR="00E531E3" w:rsidRDefault="00E531E3"/>
    <w:p w:rsidR="00E531E3" w:rsidRDefault="00E531E3"/>
    <w:p w:rsidR="00E531E3" w:rsidRDefault="00E531E3"/>
    <w:p w:rsidR="00E531E3" w:rsidRDefault="00E531E3"/>
    <w:p w:rsidR="00E531E3" w:rsidRDefault="00E531E3">
      <w:r>
        <w:t>d) If</w:t>
      </w:r>
      <w:r w:rsidR="00C761CA">
        <w:t xml:space="preserve"> the measure of angle DAC is 67 degrees, what is the measure of angle </w:t>
      </w:r>
      <w:r w:rsidR="00567F25">
        <w:t>CAB?</w:t>
      </w:r>
    </w:p>
    <w:p w:rsidR="00A81632" w:rsidRDefault="00A81632"/>
    <w:p w:rsidR="00A81632" w:rsidRDefault="00A81632" w:rsidP="00A81632"/>
    <w:p w:rsidR="00A81632" w:rsidRPr="00AC2A4D" w:rsidRDefault="00A81632" w:rsidP="00A81632">
      <w:pPr>
        <w:rPr>
          <w:sz w:val="2"/>
        </w:rPr>
      </w:pPr>
    </w:p>
    <w:p w:rsidR="00A81632" w:rsidRDefault="00A81632"/>
    <w:sectPr w:rsidR="00A81632" w:rsidSect="008D1D28">
      <w:footerReference w:type="default" r:id="rId21"/>
      <w:pgSz w:w="12240" w:h="15840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F0D" w:rsidRDefault="00AB4F0D" w:rsidP="004A1C66">
      <w:r>
        <w:separator/>
      </w:r>
    </w:p>
  </w:endnote>
  <w:endnote w:type="continuationSeparator" w:id="0">
    <w:p w:rsidR="00AB4F0D" w:rsidRDefault="00AB4F0D" w:rsidP="004A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66" w:rsidRDefault="004A1C66" w:rsidP="004A1C66">
    <w:pPr>
      <w:pStyle w:val="Footer"/>
      <w:jc w:val="cent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762125" cy="342900"/>
          <wp:effectExtent l="19050" t="0" r="952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1C66" w:rsidRDefault="004A1C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F0D" w:rsidRDefault="00AB4F0D" w:rsidP="004A1C66">
      <w:r>
        <w:separator/>
      </w:r>
    </w:p>
  </w:footnote>
  <w:footnote w:type="continuationSeparator" w:id="0">
    <w:p w:rsidR="00AB4F0D" w:rsidRDefault="00AB4F0D" w:rsidP="004A1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04CC5"/>
    <w:multiLevelType w:val="hybridMultilevel"/>
    <w:tmpl w:val="03C2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17274"/>
    <w:multiLevelType w:val="hybridMultilevel"/>
    <w:tmpl w:val="8550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1F77"/>
    <w:rsid w:val="000248E2"/>
    <w:rsid w:val="000652A4"/>
    <w:rsid w:val="001B0A83"/>
    <w:rsid w:val="001C5B15"/>
    <w:rsid w:val="00242D79"/>
    <w:rsid w:val="00290E04"/>
    <w:rsid w:val="003B785F"/>
    <w:rsid w:val="004A1C66"/>
    <w:rsid w:val="004B270D"/>
    <w:rsid w:val="004D05E9"/>
    <w:rsid w:val="004E6D2D"/>
    <w:rsid w:val="0055412C"/>
    <w:rsid w:val="005666CA"/>
    <w:rsid w:val="00567F25"/>
    <w:rsid w:val="00635C2C"/>
    <w:rsid w:val="0065474E"/>
    <w:rsid w:val="0066796F"/>
    <w:rsid w:val="00674044"/>
    <w:rsid w:val="006D24AE"/>
    <w:rsid w:val="006D5244"/>
    <w:rsid w:val="006F5A5F"/>
    <w:rsid w:val="00846041"/>
    <w:rsid w:val="008D1D28"/>
    <w:rsid w:val="00934081"/>
    <w:rsid w:val="009B59F1"/>
    <w:rsid w:val="009F11A5"/>
    <w:rsid w:val="00A101E0"/>
    <w:rsid w:val="00A51F77"/>
    <w:rsid w:val="00A81632"/>
    <w:rsid w:val="00AB4F0D"/>
    <w:rsid w:val="00B53200"/>
    <w:rsid w:val="00B97B5E"/>
    <w:rsid w:val="00C76004"/>
    <w:rsid w:val="00C761CA"/>
    <w:rsid w:val="00CE4705"/>
    <w:rsid w:val="00D17E9F"/>
    <w:rsid w:val="00DD6332"/>
    <w:rsid w:val="00DE55EA"/>
    <w:rsid w:val="00E16843"/>
    <w:rsid w:val="00E531E3"/>
    <w:rsid w:val="00E5621B"/>
    <w:rsid w:val="00E973E4"/>
    <w:rsid w:val="00ED05F2"/>
    <w:rsid w:val="00F42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C6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A1C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C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C66"/>
  </w:style>
  <w:style w:type="paragraph" w:styleId="BalloonText">
    <w:name w:val="Balloon Text"/>
    <w:basedOn w:val="Normal"/>
    <w:link w:val="BalloonTextChar"/>
    <w:uiPriority w:val="99"/>
    <w:semiHidden/>
    <w:unhideWhenUsed/>
    <w:rsid w:val="004A1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6D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24AE"/>
    <w:rPr>
      <w:color w:val="808080"/>
    </w:rPr>
  </w:style>
  <w:style w:type="table" w:styleId="TableGrid">
    <w:name w:val="Table Grid"/>
    <w:basedOn w:val="TableNormal"/>
    <w:uiPriority w:val="59"/>
    <w:rsid w:val="00635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4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%20Gustafson\Dropbox\Geometry%202014%20-%202015\REG\Homewor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HomeworkTEMPLATE</Template>
  <TotalTime>219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5</cp:revision>
  <dcterms:created xsi:type="dcterms:W3CDTF">2015-02-03T05:58:00Z</dcterms:created>
  <dcterms:modified xsi:type="dcterms:W3CDTF">2015-02-05T04:00:00Z</dcterms:modified>
</cp:coreProperties>
</file>